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3436F7" w14:textId="77777777" w:rsidR="006E5D65" w:rsidRPr="00CA7E2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CA7E2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CA7E27">
        <w:rPr>
          <w:rFonts w:ascii="Corbel" w:hAnsi="Corbel"/>
          <w:b/>
          <w:bCs/>
          <w:sz w:val="24"/>
          <w:szCs w:val="24"/>
        </w:rPr>
        <w:tab/>
      </w:r>
      <w:r w:rsidR="00CD6897" w:rsidRPr="00CA7E27">
        <w:rPr>
          <w:rFonts w:ascii="Corbel" w:hAnsi="Corbel"/>
          <w:b/>
          <w:bCs/>
          <w:sz w:val="24"/>
          <w:szCs w:val="24"/>
        </w:rPr>
        <w:tab/>
      </w:r>
      <w:r w:rsidR="00CD6897" w:rsidRPr="00CA7E27">
        <w:rPr>
          <w:rFonts w:ascii="Corbel" w:hAnsi="Corbel"/>
          <w:b/>
          <w:bCs/>
          <w:sz w:val="24"/>
          <w:szCs w:val="24"/>
        </w:rPr>
        <w:tab/>
      </w:r>
      <w:r w:rsidR="00CD6897" w:rsidRPr="00CA7E27">
        <w:rPr>
          <w:rFonts w:ascii="Corbel" w:hAnsi="Corbel"/>
          <w:b/>
          <w:bCs/>
          <w:sz w:val="24"/>
          <w:szCs w:val="24"/>
        </w:rPr>
        <w:tab/>
      </w:r>
      <w:r w:rsidR="00CD6897" w:rsidRPr="00CA7E27">
        <w:rPr>
          <w:rFonts w:ascii="Corbel" w:hAnsi="Corbel"/>
          <w:b/>
          <w:bCs/>
          <w:sz w:val="24"/>
          <w:szCs w:val="24"/>
        </w:rPr>
        <w:tab/>
      </w:r>
      <w:r w:rsidR="00CD6897" w:rsidRPr="00CA7E27">
        <w:rPr>
          <w:rFonts w:ascii="Corbel" w:hAnsi="Corbel"/>
          <w:b/>
          <w:bCs/>
          <w:sz w:val="24"/>
          <w:szCs w:val="24"/>
        </w:rPr>
        <w:tab/>
      </w:r>
      <w:r w:rsidR="00D8678B" w:rsidRPr="00CA7E2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CA7E27">
        <w:rPr>
          <w:rFonts w:ascii="Corbel" w:hAnsi="Corbel"/>
          <w:bCs/>
          <w:i/>
          <w:sz w:val="24"/>
          <w:szCs w:val="24"/>
        </w:rPr>
        <w:t>1.5</w:t>
      </w:r>
      <w:r w:rsidR="00D8678B" w:rsidRPr="00CA7E2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CA7E2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CA7E2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CA7E27">
        <w:rPr>
          <w:rFonts w:ascii="Corbel" w:hAnsi="Corbel"/>
          <w:bCs/>
          <w:i/>
          <w:sz w:val="24"/>
          <w:szCs w:val="24"/>
        </w:rPr>
        <w:t>12/2019</w:t>
      </w:r>
    </w:p>
    <w:p w14:paraId="352DA96D" w14:textId="77777777" w:rsidR="0085747A" w:rsidRPr="00CA7E2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A7E27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58427A93" w:rsidR="0085747A" w:rsidRPr="00CA7E2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CA7E2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CA7E27">
        <w:rPr>
          <w:rFonts w:ascii="Corbel" w:hAnsi="Corbel"/>
          <w:b/>
          <w:smallCaps/>
          <w:sz w:val="24"/>
          <w:szCs w:val="24"/>
        </w:rPr>
        <w:t xml:space="preserve"> </w:t>
      </w:r>
      <w:r w:rsidR="006E7D6E" w:rsidRPr="00CA7E27">
        <w:rPr>
          <w:rFonts w:ascii="Corbel" w:hAnsi="Corbel"/>
          <w:iCs/>
          <w:smallCaps/>
          <w:sz w:val="24"/>
          <w:szCs w:val="24"/>
        </w:rPr>
        <w:t>2019-202</w:t>
      </w:r>
      <w:r w:rsidR="00F251D9" w:rsidRPr="00CA7E27">
        <w:rPr>
          <w:rFonts w:ascii="Corbel" w:hAnsi="Corbel"/>
          <w:b/>
          <w:smallCaps/>
          <w:sz w:val="24"/>
          <w:szCs w:val="24"/>
        </w:rPr>
        <w:t>2</w:t>
      </w:r>
    </w:p>
    <w:p w14:paraId="570B6176" w14:textId="77777777" w:rsidR="0085747A" w:rsidRPr="00CA7E2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CA7E27">
        <w:rPr>
          <w:rFonts w:ascii="Corbel" w:hAnsi="Corbel"/>
          <w:i/>
          <w:sz w:val="24"/>
          <w:szCs w:val="24"/>
        </w:rPr>
        <w:t>(skrajne daty</w:t>
      </w:r>
      <w:r w:rsidR="0085747A" w:rsidRPr="00CA7E27">
        <w:rPr>
          <w:rFonts w:ascii="Corbel" w:hAnsi="Corbel"/>
          <w:sz w:val="24"/>
          <w:szCs w:val="24"/>
        </w:rPr>
        <w:t>)</w:t>
      </w:r>
    </w:p>
    <w:p w14:paraId="6AA6DB6F" w14:textId="26DA1580" w:rsidR="00445970" w:rsidRPr="00CA7E2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sz w:val="24"/>
          <w:szCs w:val="24"/>
        </w:rPr>
        <w:tab/>
      </w:r>
      <w:r w:rsidRPr="00CA7E27">
        <w:rPr>
          <w:rFonts w:ascii="Corbel" w:hAnsi="Corbel"/>
          <w:sz w:val="24"/>
          <w:szCs w:val="24"/>
        </w:rPr>
        <w:tab/>
      </w:r>
      <w:r w:rsidRPr="00CA7E27">
        <w:rPr>
          <w:rFonts w:ascii="Corbel" w:hAnsi="Corbel"/>
          <w:sz w:val="24"/>
          <w:szCs w:val="24"/>
        </w:rPr>
        <w:tab/>
      </w:r>
      <w:r w:rsidRPr="00CA7E27">
        <w:rPr>
          <w:rFonts w:ascii="Corbel" w:hAnsi="Corbel"/>
          <w:sz w:val="24"/>
          <w:szCs w:val="24"/>
        </w:rPr>
        <w:tab/>
        <w:t xml:space="preserve">Rok akademicki   </w:t>
      </w:r>
      <w:r w:rsidR="006E7D6E" w:rsidRPr="00CA7E27">
        <w:rPr>
          <w:rFonts w:ascii="Corbel" w:hAnsi="Corbel"/>
          <w:sz w:val="24"/>
          <w:szCs w:val="24"/>
        </w:rPr>
        <w:t>2021/2022</w:t>
      </w:r>
    </w:p>
    <w:p w14:paraId="1E3D1CEC" w14:textId="77777777" w:rsidR="0085747A" w:rsidRPr="00CA7E2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CA7E2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A7E27">
        <w:rPr>
          <w:rFonts w:ascii="Corbel" w:hAnsi="Corbel"/>
          <w:szCs w:val="24"/>
        </w:rPr>
        <w:t xml:space="preserve">1. </w:t>
      </w:r>
      <w:r w:rsidR="0085747A" w:rsidRPr="00CA7E27">
        <w:rPr>
          <w:rFonts w:ascii="Corbel" w:hAnsi="Corbel"/>
          <w:szCs w:val="24"/>
        </w:rPr>
        <w:t xml:space="preserve">Podstawowe </w:t>
      </w:r>
      <w:r w:rsidR="00445970" w:rsidRPr="00CA7E2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A7E27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CA7E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CA7E2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CA7E27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CA7E2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A7E2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CA7E2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CA7E27" w14:paraId="1EF594DB" w14:textId="77777777" w:rsidTr="00B819C8">
        <w:tc>
          <w:tcPr>
            <w:tcW w:w="2694" w:type="dxa"/>
            <w:vAlign w:val="center"/>
          </w:tcPr>
          <w:p w14:paraId="67BE41C2" w14:textId="77777777" w:rsidR="0085747A" w:rsidRPr="00CA7E2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CA7E2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23570F51" w:rsidR="0085747A" w:rsidRPr="00CA7E27" w:rsidRDefault="00CA7E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CA7E27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DCDC1E4" w:rsidR="0085747A" w:rsidRPr="00CA7E27" w:rsidRDefault="00CA7E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CA7E27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CA7E2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CA7E27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CA7E2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CA7E2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CA7E27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CA7E27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 w:rsidRPr="00CA7E27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CA7E27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20C813DC" w:rsidR="0085747A" w:rsidRPr="00CA7E27" w:rsidRDefault="001B698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F54" w:rsidRPr="00CA7E27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 w:rsidRPr="00CA7E27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CA7E27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A7E27">
              <w:rPr>
                <w:rFonts w:ascii="Corbel" w:hAnsi="Corbel"/>
                <w:sz w:val="24"/>
                <w:szCs w:val="24"/>
              </w:rPr>
              <w:t>/y</w:t>
            </w:r>
            <w:r w:rsidRPr="00CA7E2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CA7E27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 w:rsidRPr="00CA7E27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 w:rsidRPr="00CA7E27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CA7E27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CA7E27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CA7E27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CA7E2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CA7E27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A7E27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CA7E27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CA7E27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CA7E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71048DEE" w:rsidR="0085747A" w:rsidRPr="00CA7E27" w:rsidRDefault="0085747A" w:rsidP="006E7D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CA7E2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sz w:val="24"/>
          <w:szCs w:val="24"/>
        </w:rPr>
        <w:t xml:space="preserve">* </w:t>
      </w:r>
      <w:r w:rsidRPr="00CA7E27">
        <w:rPr>
          <w:rFonts w:ascii="Corbel" w:hAnsi="Corbel"/>
          <w:i/>
          <w:sz w:val="24"/>
          <w:szCs w:val="24"/>
        </w:rPr>
        <w:t>-</w:t>
      </w:r>
      <w:r w:rsidR="00B90885" w:rsidRPr="00CA7E2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A7E27">
        <w:rPr>
          <w:rFonts w:ascii="Corbel" w:hAnsi="Corbel"/>
          <w:b w:val="0"/>
          <w:sz w:val="24"/>
          <w:szCs w:val="24"/>
        </w:rPr>
        <w:t>e,</w:t>
      </w:r>
      <w:r w:rsidRPr="00CA7E27">
        <w:rPr>
          <w:rFonts w:ascii="Corbel" w:hAnsi="Corbel"/>
          <w:i/>
          <w:sz w:val="24"/>
          <w:szCs w:val="24"/>
        </w:rPr>
        <w:t xml:space="preserve"> </w:t>
      </w:r>
      <w:r w:rsidRPr="00CA7E2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A7E27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CA7E2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CA7E2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sz w:val="24"/>
          <w:szCs w:val="24"/>
        </w:rPr>
        <w:t>1.</w:t>
      </w:r>
      <w:r w:rsidR="00E22FBC" w:rsidRPr="00CA7E27">
        <w:rPr>
          <w:rFonts w:ascii="Corbel" w:hAnsi="Corbel"/>
          <w:sz w:val="24"/>
          <w:szCs w:val="24"/>
        </w:rPr>
        <w:t>1</w:t>
      </w:r>
      <w:r w:rsidRPr="00CA7E2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CA7E2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A7E27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CA7E2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szCs w:val="24"/>
              </w:rPr>
              <w:t>(</w:t>
            </w:r>
            <w:r w:rsidR="00363F78" w:rsidRPr="00CA7E2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E27">
              <w:rPr>
                <w:rFonts w:ascii="Corbel" w:hAnsi="Corbel"/>
                <w:szCs w:val="24"/>
              </w:rPr>
              <w:t>Wykł</w:t>
            </w:r>
            <w:proofErr w:type="spellEnd"/>
            <w:r w:rsidRPr="00CA7E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E27">
              <w:rPr>
                <w:rFonts w:ascii="Corbel" w:hAnsi="Corbel"/>
                <w:szCs w:val="24"/>
              </w:rPr>
              <w:t>Konw</w:t>
            </w:r>
            <w:proofErr w:type="spellEnd"/>
            <w:r w:rsidRPr="00CA7E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E27">
              <w:rPr>
                <w:rFonts w:ascii="Corbel" w:hAnsi="Corbel"/>
                <w:szCs w:val="24"/>
              </w:rPr>
              <w:t>Sem</w:t>
            </w:r>
            <w:proofErr w:type="spellEnd"/>
            <w:r w:rsidRPr="00CA7E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CA7E27">
              <w:rPr>
                <w:rFonts w:ascii="Corbel" w:hAnsi="Corbel"/>
                <w:szCs w:val="24"/>
              </w:rPr>
              <w:t>Prakt</w:t>
            </w:r>
            <w:proofErr w:type="spellEnd"/>
            <w:r w:rsidRPr="00CA7E2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CA7E2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A7E27">
              <w:rPr>
                <w:rFonts w:ascii="Corbel" w:hAnsi="Corbel"/>
                <w:b/>
                <w:szCs w:val="24"/>
              </w:rPr>
              <w:t>Liczba pkt</w:t>
            </w:r>
            <w:r w:rsidR="00B90885" w:rsidRPr="00CA7E27">
              <w:rPr>
                <w:rFonts w:ascii="Corbel" w:hAnsi="Corbel"/>
                <w:b/>
                <w:szCs w:val="24"/>
              </w:rPr>
              <w:t>.</w:t>
            </w:r>
            <w:r w:rsidRPr="00CA7E2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CA7E27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CA7E27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4F3170E7" w:rsidR="00015B8F" w:rsidRPr="00CA7E27" w:rsidRDefault="001B69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CA7E2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CA7E27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CA7E27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CA7E2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CA7E2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CA7E2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CA7E2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>1.</w:t>
      </w:r>
      <w:r w:rsidR="00E22FBC" w:rsidRPr="00CA7E27">
        <w:rPr>
          <w:rFonts w:ascii="Corbel" w:hAnsi="Corbel"/>
          <w:smallCaps w:val="0"/>
          <w:szCs w:val="24"/>
        </w:rPr>
        <w:t>2</w:t>
      </w:r>
      <w:r w:rsidR="00F83B28" w:rsidRPr="00CA7E27">
        <w:rPr>
          <w:rFonts w:ascii="Corbel" w:hAnsi="Corbel"/>
          <w:smallCaps w:val="0"/>
          <w:szCs w:val="24"/>
        </w:rPr>
        <w:t>.</w:t>
      </w:r>
      <w:r w:rsidR="00F83B28" w:rsidRPr="00CA7E27">
        <w:rPr>
          <w:rFonts w:ascii="Corbel" w:hAnsi="Corbel"/>
          <w:smallCaps w:val="0"/>
          <w:szCs w:val="24"/>
        </w:rPr>
        <w:tab/>
      </w:r>
      <w:r w:rsidRPr="00CA7E27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CA7E27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7E27">
        <w:rPr>
          <w:rFonts w:ascii="Corbel" w:eastAsia="MS Gothic" w:hAnsi="Corbel" w:cs="MS Gothic"/>
          <w:b w:val="0"/>
          <w:szCs w:val="24"/>
        </w:rPr>
        <w:t>X</w:t>
      </w:r>
      <w:r w:rsidR="0085747A" w:rsidRPr="00CA7E27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CA7E2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CA7E27">
        <w:rPr>
          <w:rFonts w:ascii="MS Gothic" w:eastAsia="MS Gothic" w:hAnsi="MS Gothic" w:cs="MS Gothic" w:hint="eastAsia"/>
          <w:b w:val="0"/>
          <w:szCs w:val="24"/>
        </w:rPr>
        <w:t>☐</w:t>
      </w:r>
      <w:r w:rsidRPr="00CA7E2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13A40B72" w:rsidR="00E22FBC" w:rsidRPr="00CA7E2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 xml:space="preserve">1.3 </w:t>
      </w:r>
      <w:r w:rsidR="00F83B28" w:rsidRPr="00CA7E27">
        <w:rPr>
          <w:rFonts w:ascii="Corbel" w:hAnsi="Corbel"/>
          <w:smallCaps w:val="0"/>
          <w:szCs w:val="24"/>
        </w:rPr>
        <w:tab/>
      </w:r>
      <w:r w:rsidRPr="00CA7E27">
        <w:rPr>
          <w:rFonts w:ascii="Corbel" w:hAnsi="Corbel"/>
          <w:smallCaps w:val="0"/>
          <w:szCs w:val="24"/>
        </w:rPr>
        <w:t>For</w:t>
      </w:r>
      <w:r w:rsidR="00445970" w:rsidRPr="00CA7E27">
        <w:rPr>
          <w:rFonts w:ascii="Corbel" w:hAnsi="Corbel"/>
          <w:smallCaps w:val="0"/>
          <w:szCs w:val="24"/>
        </w:rPr>
        <w:t xml:space="preserve">ma zaliczenia przedmiotu </w:t>
      </w:r>
      <w:r w:rsidRPr="00CA7E27">
        <w:rPr>
          <w:rFonts w:ascii="Corbel" w:hAnsi="Corbel"/>
          <w:smallCaps w:val="0"/>
          <w:szCs w:val="24"/>
        </w:rPr>
        <w:t xml:space="preserve"> (z toku) </w:t>
      </w:r>
      <w:r w:rsidRPr="00CA7E27">
        <w:rPr>
          <w:rFonts w:ascii="Corbel" w:hAnsi="Corbel"/>
          <w:b w:val="0"/>
          <w:smallCaps w:val="0"/>
          <w:szCs w:val="24"/>
        </w:rPr>
        <w:t xml:space="preserve">zaliczenie </w:t>
      </w:r>
    </w:p>
    <w:p w14:paraId="35A023CA" w14:textId="77777777" w:rsidR="009C54AE" w:rsidRPr="00CA7E27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Pr="00CA7E2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CA7E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7E2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7E27" w14:paraId="36116709" w14:textId="77777777" w:rsidTr="00745302">
        <w:tc>
          <w:tcPr>
            <w:tcW w:w="9670" w:type="dxa"/>
          </w:tcPr>
          <w:p w14:paraId="54357664" w14:textId="73AD38D2" w:rsidR="0085747A" w:rsidRPr="00CA7E27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CA7E27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Pr="00CA7E27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A7E2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A7E27">
        <w:rPr>
          <w:rFonts w:ascii="Corbel" w:hAnsi="Corbel"/>
          <w:szCs w:val="24"/>
        </w:rPr>
        <w:t>3.</w:t>
      </w:r>
      <w:r w:rsidR="0085747A" w:rsidRPr="00CA7E27">
        <w:rPr>
          <w:rFonts w:ascii="Corbel" w:hAnsi="Corbel"/>
          <w:szCs w:val="24"/>
        </w:rPr>
        <w:t xml:space="preserve"> </w:t>
      </w:r>
      <w:r w:rsidR="00A84C85" w:rsidRPr="00CA7E27">
        <w:rPr>
          <w:rFonts w:ascii="Corbel" w:hAnsi="Corbel"/>
          <w:szCs w:val="24"/>
        </w:rPr>
        <w:t>cele, efekty uczenia się</w:t>
      </w:r>
      <w:r w:rsidR="0085747A" w:rsidRPr="00CA7E27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Pr="00CA7E2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sz w:val="24"/>
          <w:szCs w:val="24"/>
        </w:rPr>
        <w:t xml:space="preserve">3.1 </w:t>
      </w:r>
      <w:r w:rsidR="00C05F44" w:rsidRPr="00CA7E27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CA7E2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CA7E27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CA7E2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CA7E27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 w:rsidRPr="00CA7E27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 w:rsidRPr="00CA7E27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 xml:space="preserve"> K_W09, K_W10, ,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>K_U05, K_U06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 w:rsidRPr="00CA7E2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CA7E27">
              <w:rPr>
                <w:rFonts w:ascii="Corbel" w:hAnsi="Corbel"/>
                <w:b w:val="0"/>
                <w:sz w:val="24"/>
                <w:szCs w:val="24"/>
              </w:rPr>
              <w:t>( K_04</w:t>
            </w:r>
            <w:r w:rsidRPr="00CA7E27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CA7E2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b/>
          <w:sz w:val="24"/>
          <w:szCs w:val="24"/>
        </w:rPr>
        <w:t xml:space="preserve">3.2 </w:t>
      </w:r>
      <w:r w:rsidR="001D7B54" w:rsidRPr="00CA7E27">
        <w:rPr>
          <w:rFonts w:ascii="Corbel" w:hAnsi="Corbel"/>
          <w:b/>
          <w:sz w:val="24"/>
          <w:szCs w:val="24"/>
        </w:rPr>
        <w:t xml:space="preserve">Efekty </w:t>
      </w:r>
      <w:r w:rsidR="00C05F44" w:rsidRPr="00CA7E2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A7E27">
        <w:rPr>
          <w:rFonts w:ascii="Corbel" w:hAnsi="Corbel"/>
          <w:b/>
          <w:sz w:val="24"/>
          <w:szCs w:val="24"/>
        </w:rPr>
        <w:t>dla przedmiotu</w:t>
      </w:r>
      <w:r w:rsidR="00445970" w:rsidRPr="00CA7E27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CA7E2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A7E27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CA7E2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A7E2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A7E2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4AA972" w14:textId="77777777" w:rsidR="0085747A" w:rsidRPr="00CA7E2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7B80F90F" w:rsidR="0039321B" w:rsidRPr="00CA7E27" w:rsidRDefault="0039321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CA7E2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A7E2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A7E27" w14:paraId="4F36D649" w14:textId="77777777" w:rsidTr="005E6E85">
        <w:tc>
          <w:tcPr>
            <w:tcW w:w="1701" w:type="dxa"/>
          </w:tcPr>
          <w:p w14:paraId="29BA0AFE" w14:textId="77777777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Pr="00CA7E27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specjalnych potrzeb edukacyjnych.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CA7E27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CA7E27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CA7E27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CA7E27" w14:paraId="465CCDB2" w14:textId="77777777" w:rsidTr="005E6E85">
        <w:tc>
          <w:tcPr>
            <w:tcW w:w="1701" w:type="dxa"/>
          </w:tcPr>
          <w:p w14:paraId="0463B8CD" w14:textId="0A9E5ADF" w:rsidR="00A93F54" w:rsidRPr="00CA7E27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B53BB6" w14:textId="23B227EC" w:rsidR="00A93F54" w:rsidRPr="00CA7E27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Wymieni i opisze podstawowe teorie dotyczące procesu wychowania i kształcenia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CA7E27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CA7E27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A7E27" w14:paraId="30D74F2B" w14:textId="77777777" w:rsidTr="005E6E85">
        <w:tc>
          <w:tcPr>
            <w:tcW w:w="1701" w:type="dxa"/>
          </w:tcPr>
          <w:p w14:paraId="39DBA9D6" w14:textId="77777777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 w:rsidRPr="00CA7E2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CA7E27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CA7E27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 w:rsidRPr="00CA7E27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CA7E27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CA7E27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CA7E27" w14:paraId="77930955" w14:textId="77777777" w:rsidTr="005E6E85">
        <w:tc>
          <w:tcPr>
            <w:tcW w:w="1701" w:type="dxa"/>
          </w:tcPr>
          <w:p w14:paraId="099E9B84" w14:textId="0BB400F0" w:rsidR="00A93F54" w:rsidRPr="00CA7E27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4C0CE7A" w14:textId="56B72260" w:rsidR="00A93F54" w:rsidRPr="00CA7E27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Wymieni zasad</w:t>
            </w:r>
            <w:r w:rsidR="007E6E3D" w:rsidRPr="00CA7E2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 w:rsidRPr="00CA7E27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w pracy z osobami o specjalnych potrzebach edukacyjnych. </w:t>
            </w:r>
            <w:r w:rsidR="007E6E3D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 w:rsidRPr="00CA7E27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CA7E27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CA7E27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CA7E27" w14:paraId="3D988785" w14:textId="77777777" w:rsidTr="005E6E85">
        <w:tc>
          <w:tcPr>
            <w:tcW w:w="1701" w:type="dxa"/>
          </w:tcPr>
          <w:p w14:paraId="4F04F3F8" w14:textId="45E13DB4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 w:rsidRPr="00CA7E27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 w:rsidRPr="00CA7E27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CA7E27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CA7E27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etyczne problemy dotyczące pracy z osobami niepełnosprawnymi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3C9C5959" w:rsidR="0085747A" w:rsidRPr="00CA7E27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K_04</w:t>
            </w:r>
          </w:p>
        </w:tc>
      </w:tr>
    </w:tbl>
    <w:p w14:paraId="1F93BF60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CA7E2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A7E27">
        <w:rPr>
          <w:rFonts w:ascii="Corbel" w:hAnsi="Corbel"/>
          <w:b/>
          <w:sz w:val="24"/>
          <w:szCs w:val="24"/>
        </w:rPr>
        <w:t>3.3</w:t>
      </w:r>
      <w:r w:rsidR="001D7B54" w:rsidRPr="00CA7E27">
        <w:rPr>
          <w:rFonts w:ascii="Corbel" w:hAnsi="Corbel"/>
          <w:b/>
          <w:sz w:val="24"/>
          <w:szCs w:val="24"/>
        </w:rPr>
        <w:t xml:space="preserve"> </w:t>
      </w:r>
      <w:r w:rsidR="0085747A" w:rsidRPr="00CA7E27">
        <w:rPr>
          <w:rFonts w:ascii="Corbel" w:hAnsi="Corbel"/>
          <w:b/>
          <w:sz w:val="24"/>
          <w:szCs w:val="24"/>
        </w:rPr>
        <w:t>T</w:t>
      </w:r>
      <w:r w:rsidR="001D7B54" w:rsidRPr="00CA7E2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CA7E27">
        <w:rPr>
          <w:rFonts w:ascii="Corbel" w:hAnsi="Corbel"/>
          <w:sz w:val="24"/>
          <w:szCs w:val="24"/>
        </w:rPr>
        <w:t xml:space="preserve">  </w:t>
      </w:r>
    </w:p>
    <w:p w14:paraId="5E04AC25" w14:textId="77777777" w:rsidR="0085747A" w:rsidRPr="00CA7E2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CA7E2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E27" w14:paraId="2F754A2F" w14:textId="77777777" w:rsidTr="004B4771">
        <w:tc>
          <w:tcPr>
            <w:tcW w:w="9520" w:type="dxa"/>
          </w:tcPr>
          <w:p w14:paraId="451AC7F1" w14:textId="77777777" w:rsidR="0085747A" w:rsidRPr="00CA7E2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A7E27" w14:paraId="74208604" w14:textId="77777777" w:rsidTr="004B4771">
        <w:tc>
          <w:tcPr>
            <w:tcW w:w="9520" w:type="dxa"/>
          </w:tcPr>
          <w:p w14:paraId="764BC5EE" w14:textId="77777777" w:rsidR="004B4771" w:rsidRPr="00CA7E2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Pr="00CA7E2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Interdyscyplinarny charakter pedagogiki specjalnej i jej miejsce w systemie nauk. Systematyka i działy w pedagogice specjalnej.</w:t>
            </w:r>
          </w:p>
          <w:p w14:paraId="728EDBEB" w14:textId="5C47DDDB" w:rsidR="004B4771" w:rsidRPr="00CA7E2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 xml:space="preserve">Stadia doznawania niepełnosprawności. Omówienie istoty niepełnosprawności intelektualnej, </w:t>
            </w:r>
            <w:r w:rsidR="00FD0060" w:rsidRPr="00CA7E27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7045967C" w14:textId="4219ED83" w:rsidR="00FD0060" w:rsidRPr="00CA7E2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Podstawowe pojęcia z zakresu pedagogiki specjalnej – kierunki, cele, struktura, dynamika, metody i zasady. Współczesne tendencje w pedagogice osób z niepełnosprawnością</w:t>
            </w:r>
            <w:r w:rsidR="00FD0060" w:rsidRPr="00CA7E27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 w:rsidRPr="00CA7E27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 w:rsidRPr="00CA7E2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CA7E27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 w:rsidRPr="00CA7E27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 w:rsidRPr="00CA7E27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 w:rsidRPr="00CA7E2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CA7E27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 w:rsidRPr="00CA7E27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 w:rsidRPr="00CA7E27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 w:rsidRPr="00CA7E2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 w:rsidRPr="00CA7E27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 w:rsidRPr="00CA7E2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888ED5A" w14:textId="3E08BCF3" w:rsidR="004B4771" w:rsidRPr="00CA7E27" w:rsidRDefault="00FD0060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 xml:space="preserve"> </w:t>
            </w:r>
            <w:r w:rsidR="004B4771" w:rsidRPr="00CA7E27">
              <w:rPr>
                <w:rFonts w:ascii="Corbel" w:hAnsi="Corbel"/>
                <w:sz w:val="24"/>
                <w:szCs w:val="24"/>
              </w:rPr>
              <w:t>Podmiotowość w relacjach: pacjent z niepełnosprawnością i środowisko</w:t>
            </w:r>
          </w:p>
          <w:p w14:paraId="0E496C09" w14:textId="77777777" w:rsidR="004B4771" w:rsidRPr="00CA7E2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  <w:p w14:paraId="41ABBA8D" w14:textId="46A8AC40" w:rsidR="0085747A" w:rsidRPr="00CA7E27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Kształtowanie środowiska (społecznego i fizycznego). Typologia postaw społeczeństwa wobec osób z niepełnosprawnością. Uwarunkowania i mechanizmy kształtowania się tych postaw. Metody oddziaływania prowadzące do zmiany postaw. Problem barier architektonicznych.</w:t>
            </w:r>
          </w:p>
        </w:tc>
      </w:tr>
    </w:tbl>
    <w:p w14:paraId="2269BB9D" w14:textId="77777777" w:rsidR="0085747A" w:rsidRPr="00CA7E2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CA7E2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A7E2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A7E27">
        <w:rPr>
          <w:rFonts w:ascii="Corbel" w:hAnsi="Corbel"/>
          <w:sz w:val="24"/>
          <w:szCs w:val="24"/>
        </w:rPr>
        <w:t xml:space="preserve">, </w:t>
      </w:r>
      <w:r w:rsidRPr="00CA7E27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CA7E2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A7E27" w14:paraId="76BFA0DF" w14:textId="77777777" w:rsidTr="00FD0060">
        <w:tc>
          <w:tcPr>
            <w:tcW w:w="9520" w:type="dxa"/>
          </w:tcPr>
          <w:p w14:paraId="75FC9A7D" w14:textId="77777777" w:rsidR="0085747A" w:rsidRPr="00CA7E2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CA7E27" w14:paraId="73E454AC" w14:textId="77777777" w:rsidTr="00FD0060">
        <w:tc>
          <w:tcPr>
            <w:tcW w:w="9520" w:type="dxa"/>
          </w:tcPr>
          <w:p w14:paraId="308B87C5" w14:textId="5AF4FC79" w:rsidR="0085747A" w:rsidRPr="00CA7E27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Nie przewiduje się zajęć praktycznych do przedmiotu</w:t>
            </w:r>
          </w:p>
        </w:tc>
      </w:tr>
    </w:tbl>
    <w:p w14:paraId="3359BCA5" w14:textId="5F5B9D82" w:rsidR="0085747A" w:rsidRPr="00CA7E27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>3.4 Metody dydaktyczne</w:t>
      </w:r>
      <w:r w:rsidRPr="00CA7E27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Pr="00CA7E27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CA7E27">
        <w:rPr>
          <w:rFonts w:ascii="Corbel" w:hAnsi="Corbel"/>
          <w:b w:val="0"/>
          <w:i/>
          <w:smallCaps w:val="0"/>
          <w:szCs w:val="24"/>
        </w:rPr>
        <w:t>W</w:t>
      </w:r>
      <w:r w:rsidR="0085747A" w:rsidRPr="00CA7E27">
        <w:rPr>
          <w:rFonts w:ascii="Corbel" w:hAnsi="Corbel"/>
          <w:b w:val="0"/>
          <w:i/>
          <w:smallCaps w:val="0"/>
          <w:szCs w:val="24"/>
        </w:rPr>
        <w:t>ykład</w:t>
      </w:r>
      <w:r w:rsidRPr="00CA7E27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CA7E27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CA7E27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CA7E27">
        <w:rPr>
          <w:rFonts w:ascii="Corbel" w:hAnsi="Corbel"/>
          <w:b w:val="0"/>
          <w:i/>
          <w:smallCaps w:val="0"/>
          <w:szCs w:val="24"/>
        </w:rPr>
        <w:t xml:space="preserve">wykład z prezentacją multimedialną </w:t>
      </w:r>
    </w:p>
    <w:p w14:paraId="300445CD" w14:textId="77777777" w:rsidR="00510F8B" w:rsidRPr="00CA7E27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1722436F" w14:textId="7B910C33" w:rsidR="0085747A" w:rsidRPr="00CA7E2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 xml:space="preserve">4. </w:t>
      </w:r>
      <w:r w:rsidR="0085747A" w:rsidRPr="00CA7E27">
        <w:rPr>
          <w:rFonts w:ascii="Corbel" w:hAnsi="Corbel"/>
          <w:smallCaps w:val="0"/>
          <w:szCs w:val="24"/>
        </w:rPr>
        <w:t>METODY I KRYTERIA OCENY</w:t>
      </w:r>
      <w:r w:rsidR="009F4610" w:rsidRPr="00CA7E27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CA7E2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CA7E2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A7E27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12195C" w:rsidRPr="00CA7E27" w14:paraId="75ED2510" w14:textId="77777777" w:rsidTr="0039321B">
        <w:tc>
          <w:tcPr>
            <w:tcW w:w="1962" w:type="dxa"/>
            <w:vAlign w:val="center"/>
          </w:tcPr>
          <w:p w14:paraId="703EDAD5" w14:textId="77777777" w:rsidR="0012195C" w:rsidRPr="00CA7E27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65E054E" w14:textId="77777777" w:rsidR="0012195C" w:rsidRPr="00CA7E27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CA7E27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BA0A328" w14:textId="77777777" w:rsidR="0012195C" w:rsidRPr="00CA7E27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CA7E27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A7E2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CA7E2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195C" w:rsidRPr="00CA7E27" w14:paraId="581BC513" w14:textId="77777777" w:rsidTr="0039321B">
        <w:tc>
          <w:tcPr>
            <w:tcW w:w="1962" w:type="dxa"/>
          </w:tcPr>
          <w:p w14:paraId="25B3CD80" w14:textId="77777777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CA7E27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CA7E27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7DDF768C" w14:textId="5D4439A4" w:rsidR="0012195C" w:rsidRPr="00CA7E27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 xml:space="preserve">Praca zaliczeniowa </w:t>
            </w:r>
          </w:p>
        </w:tc>
        <w:tc>
          <w:tcPr>
            <w:tcW w:w="2117" w:type="dxa"/>
          </w:tcPr>
          <w:p w14:paraId="00D3CAE8" w14:textId="4E77EF12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CA7E27" w14:paraId="4F9B3B95" w14:textId="77777777" w:rsidTr="0039321B">
        <w:tc>
          <w:tcPr>
            <w:tcW w:w="1962" w:type="dxa"/>
          </w:tcPr>
          <w:p w14:paraId="3C645CD8" w14:textId="77777777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14AA1D5" w14:textId="1D642544" w:rsidR="0012195C" w:rsidRPr="00CA7E27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572F60A3" w14:textId="6A1B5DA7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CA7E27" w14:paraId="5B9C563B" w14:textId="77777777" w:rsidTr="0039321B">
        <w:trPr>
          <w:trHeight w:val="153"/>
        </w:trPr>
        <w:tc>
          <w:tcPr>
            <w:tcW w:w="1962" w:type="dxa"/>
          </w:tcPr>
          <w:p w14:paraId="1149B253" w14:textId="77777777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34AE2E8" w14:textId="25F66FA1" w:rsidR="0012195C" w:rsidRPr="00CA7E27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7AEFC66E" w14:textId="36E4C0E3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CA7E27" w14:paraId="442A6909" w14:textId="77777777" w:rsidTr="0039321B">
        <w:tc>
          <w:tcPr>
            <w:tcW w:w="1962" w:type="dxa"/>
          </w:tcPr>
          <w:p w14:paraId="17A50168" w14:textId="77777777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441" w:type="dxa"/>
          </w:tcPr>
          <w:p w14:paraId="3033C2CE" w14:textId="7A2549BA" w:rsidR="0012195C" w:rsidRPr="00CA7E27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17" w:type="dxa"/>
          </w:tcPr>
          <w:p w14:paraId="4CC53260" w14:textId="00C8898E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w.</w:t>
            </w:r>
          </w:p>
        </w:tc>
      </w:tr>
      <w:tr w:rsidR="0012195C" w:rsidRPr="00CA7E27" w14:paraId="7E1FDF89" w14:textId="77777777" w:rsidTr="0039321B">
        <w:tc>
          <w:tcPr>
            <w:tcW w:w="1962" w:type="dxa"/>
          </w:tcPr>
          <w:p w14:paraId="2A0C6825" w14:textId="77777777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3904202B" w14:textId="4F425802" w:rsidR="0012195C" w:rsidRPr="00CA7E27" w:rsidRDefault="00635EB6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17" w:type="dxa"/>
          </w:tcPr>
          <w:p w14:paraId="6E52EB75" w14:textId="2851ABD5" w:rsidR="0012195C" w:rsidRPr="00CA7E27" w:rsidRDefault="0012195C" w:rsidP="006F4C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A7E27">
              <w:rPr>
                <w:rFonts w:ascii="Corbel" w:hAnsi="Corbel"/>
                <w:b w:val="0"/>
                <w:szCs w:val="24"/>
              </w:rPr>
              <w:t>w.</w:t>
            </w:r>
          </w:p>
        </w:tc>
      </w:tr>
    </w:tbl>
    <w:p w14:paraId="715F10A3" w14:textId="77777777" w:rsidR="00923D7D" w:rsidRPr="00CA7E2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Pr="00CA7E27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Pr="00CA7E27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CA7E2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 xml:space="preserve">4.2 </w:t>
      </w:r>
      <w:r w:rsidR="0085747A" w:rsidRPr="00CA7E2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CA7E27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CA7E2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A7E27" w14:paraId="20EE2012" w14:textId="77777777" w:rsidTr="00923D7D">
        <w:tc>
          <w:tcPr>
            <w:tcW w:w="9670" w:type="dxa"/>
          </w:tcPr>
          <w:p w14:paraId="1B39FC0E" w14:textId="5774C355" w:rsidR="0085747A" w:rsidRPr="00CA7E27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Wykłady oceniane zostaną w formie pracy zaliczeniowej w formie eseju pisanego na 7200 </w:t>
            </w:r>
            <w:r w:rsidRPr="00CA7E27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znaków standaryzowanego tekstu, w którym student ma wypowiedzieć się na jeden z wybranych tematów:</w:t>
            </w:r>
          </w:p>
          <w:p w14:paraId="357687F2" w14:textId="3D1998B3" w:rsidR="00FD0060" w:rsidRPr="00CA7E27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Pr="00CA7E27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CA7E27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77777777" w:rsidR="00923D7D" w:rsidRPr="00CA7E27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79C441E" w14:textId="77777777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CA7E2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A7E27">
        <w:rPr>
          <w:rFonts w:ascii="Corbel" w:hAnsi="Corbel"/>
          <w:b/>
          <w:sz w:val="24"/>
          <w:szCs w:val="24"/>
        </w:rPr>
        <w:t xml:space="preserve">5. </w:t>
      </w:r>
      <w:r w:rsidR="00C61DC5" w:rsidRPr="00CA7E2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CA7E2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A7E27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CA7E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E2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A7E2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A7E2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CA7E2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A7E2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A7E2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CA7E2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CA7E2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CA7E27" w14:paraId="6C4DD79D" w14:textId="77777777" w:rsidTr="00923D7D">
        <w:tc>
          <w:tcPr>
            <w:tcW w:w="4962" w:type="dxa"/>
          </w:tcPr>
          <w:p w14:paraId="4CB1D212" w14:textId="77777777" w:rsidR="0085747A" w:rsidRPr="00CA7E2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G</w:t>
            </w:r>
            <w:r w:rsidR="0085747A" w:rsidRPr="00CA7E2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CA7E2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CA7E2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CA7E2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CA7E2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CA7E27">
              <w:rPr>
                <w:rFonts w:ascii="Corbel" w:hAnsi="Corbel"/>
                <w:sz w:val="24"/>
                <w:szCs w:val="24"/>
              </w:rPr>
              <w:t> </w:t>
            </w:r>
            <w:r w:rsidR="0045729E" w:rsidRPr="00CA7E2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CA7E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A7E2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CA7E2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116A5F50" w:rsidR="0085747A" w:rsidRPr="00CA7E27" w:rsidRDefault="001B698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CA7E27" w14:paraId="3508BB3A" w14:textId="77777777" w:rsidTr="00923D7D">
        <w:tc>
          <w:tcPr>
            <w:tcW w:w="4962" w:type="dxa"/>
          </w:tcPr>
          <w:p w14:paraId="01559EF2" w14:textId="77777777" w:rsidR="00C61DC5" w:rsidRPr="00CA7E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CA7E27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428F705D" w:rsidR="00C61DC5" w:rsidRPr="00CA7E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6343A473" w14:textId="26B9D8A7" w:rsidR="00C61DC5" w:rsidRPr="00CA7E27" w:rsidRDefault="001A02A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CA7E27" w14:paraId="510B0E67" w14:textId="77777777" w:rsidTr="00923D7D">
        <w:tc>
          <w:tcPr>
            <w:tcW w:w="4962" w:type="dxa"/>
          </w:tcPr>
          <w:p w14:paraId="2B0365AE" w14:textId="77777777" w:rsidR="0071620A" w:rsidRPr="00CA7E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CA7E2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CA7E2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C60943C" w14:textId="2D329B99" w:rsidR="00C61DC5" w:rsidRPr="00CA7E2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 xml:space="preserve">(przygotowanie do zajęć, napisanie </w:t>
            </w:r>
            <w:r w:rsidR="001B698D" w:rsidRPr="00CA7E27">
              <w:rPr>
                <w:rFonts w:ascii="Corbel" w:hAnsi="Corbel"/>
                <w:sz w:val="24"/>
                <w:szCs w:val="24"/>
              </w:rPr>
              <w:t xml:space="preserve">pracy zaliczeniowej </w:t>
            </w:r>
            <w:r w:rsidRPr="00CA7E27">
              <w:rPr>
                <w:rFonts w:ascii="Corbel" w:hAnsi="Corbel"/>
                <w:sz w:val="24"/>
                <w:szCs w:val="24"/>
              </w:rPr>
              <w:t>itp.)</w:t>
            </w:r>
          </w:p>
        </w:tc>
        <w:tc>
          <w:tcPr>
            <w:tcW w:w="4677" w:type="dxa"/>
          </w:tcPr>
          <w:p w14:paraId="60239B56" w14:textId="6DA86081" w:rsidR="00C61DC5" w:rsidRPr="00CA7E27" w:rsidRDefault="0039321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33</w:t>
            </w:r>
          </w:p>
        </w:tc>
      </w:tr>
      <w:tr w:rsidR="0085747A" w:rsidRPr="00CA7E27" w14:paraId="6461964B" w14:textId="77777777" w:rsidTr="00923D7D">
        <w:tc>
          <w:tcPr>
            <w:tcW w:w="4962" w:type="dxa"/>
          </w:tcPr>
          <w:p w14:paraId="30346F4B" w14:textId="77777777" w:rsidR="0085747A" w:rsidRPr="00CA7E2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C0246E5" w:rsidR="0085747A" w:rsidRPr="00CA7E27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5</w:t>
            </w:r>
            <w:r w:rsidR="0039321B" w:rsidRPr="00CA7E2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CA7E27" w14:paraId="7A248B15" w14:textId="77777777" w:rsidTr="00923D7D">
        <w:tc>
          <w:tcPr>
            <w:tcW w:w="4962" w:type="dxa"/>
          </w:tcPr>
          <w:p w14:paraId="0ECFB349" w14:textId="77777777" w:rsidR="0085747A" w:rsidRPr="00CA7E2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A7E2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CA7E27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A7E2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CA7E2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A7E2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A7E2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CA7E2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CA7E2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 xml:space="preserve">6. </w:t>
      </w:r>
      <w:r w:rsidR="0085747A" w:rsidRPr="00CA7E27">
        <w:rPr>
          <w:rFonts w:ascii="Corbel" w:hAnsi="Corbel"/>
          <w:smallCaps w:val="0"/>
          <w:szCs w:val="24"/>
        </w:rPr>
        <w:t>PRAKTYKI ZAWO</w:t>
      </w:r>
      <w:r w:rsidR="009C1331" w:rsidRPr="00CA7E27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CA7E2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CA7E27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CA7E27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A7E27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CA7E27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CA7E2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CA7E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A7E27">
        <w:rPr>
          <w:rFonts w:ascii="Corbel" w:hAnsi="Corbel"/>
          <w:smallCaps w:val="0"/>
          <w:szCs w:val="24"/>
        </w:rPr>
        <w:t xml:space="preserve">7. </w:t>
      </w:r>
      <w:r w:rsidR="0085747A" w:rsidRPr="00CA7E27">
        <w:rPr>
          <w:rFonts w:ascii="Corbel" w:hAnsi="Corbel"/>
          <w:smallCaps w:val="0"/>
          <w:szCs w:val="24"/>
        </w:rPr>
        <w:t>LITERATURA</w:t>
      </w:r>
      <w:r w:rsidRPr="00CA7E27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CA7E2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CA7E27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Pr="00CA7E27" w:rsidRDefault="0085747A" w:rsidP="002E2CCF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 w:rsidRPr="00CA7E27">
              <w:rPr>
                <w:rFonts w:ascii="Corbel" w:hAnsi="Corbel"/>
                <w:szCs w:val="24"/>
              </w:rPr>
              <w:t xml:space="preserve"> </w:t>
            </w:r>
          </w:p>
          <w:p w14:paraId="413DEDE6" w14:textId="47ED9FEC" w:rsidR="002E2CCF" w:rsidRPr="00CA7E2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Dykcik W. (2005), Pedagogika specjalna, Poznań.</w:t>
            </w:r>
          </w:p>
          <w:p w14:paraId="021CF99A" w14:textId="7D26154A" w:rsidR="002E2CCF" w:rsidRPr="00CA7E2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CA7E2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2E36FBB2" w:rsidR="002E2CCF" w:rsidRPr="00CA7E2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5E589F49" w14:textId="7FF0DE6D" w:rsidR="0085747A" w:rsidRPr="00CA7E27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CA7E27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Pr="00CA7E2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A7E2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D8E586C" w14:textId="77777777" w:rsidR="002E2CCF" w:rsidRPr="00CA7E27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CA7E2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CA7E2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CA7E27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CA7E2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CA7E2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CA7E2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Wykaz </w:t>
            </w:r>
            <w:r w:rsidRPr="00CA7E27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lastRenderedPageBreak/>
              <w:t>baz czasopism z zakresu pedagogiki, pedagogiki specjalnej</w:t>
            </w:r>
          </w:p>
        </w:tc>
      </w:tr>
    </w:tbl>
    <w:p w14:paraId="5D38EA8B" w14:textId="77777777" w:rsidR="0085747A" w:rsidRPr="00CA7E2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CA7E2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CA7E2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A7E2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A7E2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27BF9C" w14:textId="77777777" w:rsidR="00690534" w:rsidRDefault="00690534" w:rsidP="00C16ABF">
      <w:pPr>
        <w:spacing w:after="0" w:line="240" w:lineRule="auto"/>
      </w:pPr>
      <w:r>
        <w:separator/>
      </w:r>
    </w:p>
  </w:endnote>
  <w:endnote w:type="continuationSeparator" w:id="0">
    <w:p w14:paraId="0E99993C" w14:textId="77777777" w:rsidR="00690534" w:rsidRDefault="0069053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60773" w14:textId="77777777" w:rsidR="00690534" w:rsidRDefault="00690534" w:rsidP="00C16ABF">
      <w:pPr>
        <w:spacing w:after="0" w:line="240" w:lineRule="auto"/>
      </w:pPr>
      <w:r>
        <w:separator/>
      </w:r>
    </w:p>
  </w:footnote>
  <w:footnote w:type="continuationSeparator" w:id="0">
    <w:p w14:paraId="5D5B29FD" w14:textId="77777777" w:rsidR="00690534" w:rsidRDefault="00690534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F33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70D2"/>
    <w:rsid w:val="001B698D"/>
    <w:rsid w:val="001D657B"/>
    <w:rsid w:val="001D7B54"/>
    <w:rsid w:val="001E0209"/>
    <w:rsid w:val="001F2CA2"/>
    <w:rsid w:val="002144C0"/>
    <w:rsid w:val="0022477D"/>
    <w:rsid w:val="002278A9"/>
    <w:rsid w:val="002336F9"/>
    <w:rsid w:val="00236E78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21B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3B6F"/>
    <w:rsid w:val="00517C63"/>
    <w:rsid w:val="0052002A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5EB6"/>
    <w:rsid w:val="00647FA8"/>
    <w:rsid w:val="00650C5F"/>
    <w:rsid w:val="00654934"/>
    <w:rsid w:val="006620D9"/>
    <w:rsid w:val="00671958"/>
    <w:rsid w:val="00675843"/>
    <w:rsid w:val="00690534"/>
    <w:rsid w:val="00696477"/>
    <w:rsid w:val="006C3DD1"/>
    <w:rsid w:val="006D050F"/>
    <w:rsid w:val="006D6139"/>
    <w:rsid w:val="006E5D65"/>
    <w:rsid w:val="006E7D6E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986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F18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E27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0D96"/>
    <w:rsid w:val="00ED32D2"/>
    <w:rsid w:val="00EE32DE"/>
    <w:rsid w:val="00EE5457"/>
    <w:rsid w:val="00F070AB"/>
    <w:rsid w:val="00F17567"/>
    <w:rsid w:val="00F251D9"/>
    <w:rsid w:val="00F27A7B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ED73AB-3E84-4F29-87CA-1A2CFF75F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81</TotalTime>
  <Pages>1</Pages>
  <Words>995</Words>
  <Characters>5972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2019-12-06T11:34:00Z</cp:lastPrinted>
  <dcterms:created xsi:type="dcterms:W3CDTF">2019-04-17T09:43:00Z</dcterms:created>
  <dcterms:modified xsi:type="dcterms:W3CDTF">2021-01-14T11:37:00Z</dcterms:modified>
</cp:coreProperties>
</file>